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132FF845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114267">
        <w:rPr>
          <w:b/>
          <w:bCs/>
          <w:sz w:val="24"/>
          <w:szCs w:val="24"/>
        </w:rPr>
        <w:t>1</w:t>
      </w:r>
      <w:r w:rsidR="003E221E">
        <w:rPr>
          <w:b/>
          <w:bCs/>
          <w:sz w:val="24"/>
          <w:szCs w:val="24"/>
        </w:rPr>
        <w:t>8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6EF5AA98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114267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114267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16C9950" w14:textId="3205F8CC" w:rsidR="00114267" w:rsidRDefault="00A6237F" w:rsidP="00114267">
      <w:pPr>
        <w:pStyle w:val="Tekstpodstawowy2"/>
        <w:jc w:val="center"/>
        <w:rPr>
          <w:b/>
          <w:bCs/>
          <w:sz w:val="22"/>
          <w:szCs w:val="22"/>
        </w:rPr>
      </w:pPr>
      <w:r w:rsidRPr="00DD2FD8">
        <w:rPr>
          <w:b/>
          <w:bCs/>
          <w:sz w:val="22"/>
          <w:szCs w:val="22"/>
        </w:rPr>
        <w:t>”</w:t>
      </w:r>
      <w:r w:rsidR="00307A66" w:rsidRPr="00307A66">
        <w:t xml:space="preserve"> </w:t>
      </w:r>
      <w:r w:rsidR="00307A66" w:rsidRPr="00307A66">
        <w:rPr>
          <w:b/>
          <w:bCs/>
          <w:sz w:val="22"/>
          <w:szCs w:val="22"/>
        </w:rPr>
        <w:t>Wykonanie badań hydrotechnicznych gruntu na terenie gminy Brześć Kujawski oraz przebudowa sieci wodociągowej w Starym Brześciu Parcele</w:t>
      </w:r>
      <w:r w:rsidRPr="00DD2FD8">
        <w:rPr>
          <w:b/>
          <w:bCs/>
          <w:sz w:val="22"/>
          <w:szCs w:val="22"/>
        </w:rPr>
        <w:t>”</w:t>
      </w:r>
    </w:p>
    <w:p w14:paraId="52E0EC3C" w14:textId="77777777" w:rsidR="00DD2FD8" w:rsidRPr="00DD2FD8" w:rsidRDefault="00DD2FD8" w:rsidP="00114267">
      <w:pPr>
        <w:pStyle w:val="Tekstpodstawowy2"/>
        <w:jc w:val="center"/>
        <w:rPr>
          <w:b/>
          <w:bCs/>
          <w:sz w:val="22"/>
          <w:szCs w:val="22"/>
        </w:rPr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0A95" w14:textId="77777777" w:rsidR="00A26C79" w:rsidRDefault="00A26C79">
      <w:r>
        <w:separator/>
      </w:r>
    </w:p>
  </w:endnote>
  <w:endnote w:type="continuationSeparator" w:id="0">
    <w:p w14:paraId="335CA0CD" w14:textId="77777777" w:rsidR="00A26C79" w:rsidRDefault="00A2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8DE39" w14:textId="77777777" w:rsidR="00A26C79" w:rsidRDefault="00A26C79">
      <w:r>
        <w:separator/>
      </w:r>
    </w:p>
  </w:footnote>
  <w:footnote w:type="continuationSeparator" w:id="0">
    <w:p w14:paraId="2A1E9B05" w14:textId="77777777" w:rsidR="00A26C79" w:rsidRDefault="00A26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14267"/>
    <w:rsid w:val="00124A0F"/>
    <w:rsid w:val="00124BAA"/>
    <w:rsid w:val="00150D7E"/>
    <w:rsid w:val="001657FF"/>
    <w:rsid w:val="00167DCC"/>
    <w:rsid w:val="0017449A"/>
    <w:rsid w:val="001866FE"/>
    <w:rsid w:val="001A13CA"/>
    <w:rsid w:val="001E176B"/>
    <w:rsid w:val="001E28B8"/>
    <w:rsid w:val="0020140C"/>
    <w:rsid w:val="00211666"/>
    <w:rsid w:val="0022437F"/>
    <w:rsid w:val="00227206"/>
    <w:rsid w:val="0023685F"/>
    <w:rsid w:val="00283F2B"/>
    <w:rsid w:val="002D2CD2"/>
    <w:rsid w:val="002D4C6A"/>
    <w:rsid w:val="00307A66"/>
    <w:rsid w:val="003317EC"/>
    <w:rsid w:val="00382DA1"/>
    <w:rsid w:val="0039065C"/>
    <w:rsid w:val="003D53EF"/>
    <w:rsid w:val="003E221E"/>
    <w:rsid w:val="00420A5C"/>
    <w:rsid w:val="0042405D"/>
    <w:rsid w:val="00432BF2"/>
    <w:rsid w:val="0045164C"/>
    <w:rsid w:val="004A241F"/>
    <w:rsid w:val="004C60B9"/>
    <w:rsid w:val="004E070D"/>
    <w:rsid w:val="00506E32"/>
    <w:rsid w:val="00531DF5"/>
    <w:rsid w:val="0060654D"/>
    <w:rsid w:val="0062214D"/>
    <w:rsid w:val="006735FD"/>
    <w:rsid w:val="00674799"/>
    <w:rsid w:val="006A2B5D"/>
    <w:rsid w:val="006B238C"/>
    <w:rsid w:val="006E6349"/>
    <w:rsid w:val="006F7BC2"/>
    <w:rsid w:val="007064BA"/>
    <w:rsid w:val="00736CA8"/>
    <w:rsid w:val="00756A1A"/>
    <w:rsid w:val="00771188"/>
    <w:rsid w:val="00821C80"/>
    <w:rsid w:val="008248D0"/>
    <w:rsid w:val="00850ED0"/>
    <w:rsid w:val="008E471B"/>
    <w:rsid w:val="008F7E31"/>
    <w:rsid w:val="00936CFB"/>
    <w:rsid w:val="00980415"/>
    <w:rsid w:val="00994C62"/>
    <w:rsid w:val="009C10F2"/>
    <w:rsid w:val="009C437A"/>
    <w:rsid w:val="00A26C79"/>
    <w:rsid w:val="00A6237F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6707D"/>
    <w:rsid w:val="00CB790F"/>
    <w:rsid w:val="00CC42CD"/>
    <w:rsid w:val="00CF0C09"/>
    <w:rsid w:val="00D072AA"/>
    <w:rsid w:val="00D17E7B"/>
    <w:rsid w:val="00D23D14"/>
    <w:rsid w:val="00D52F5E"/>
    <w:rsid w:val="00D54001"/>
    <w:rsid w:val="00D546A7"/>
    <w:rsid w:val="00D728F0"/>
    <w:rsid w:val="00DB3EDF"/>
    <w:rsid w:val="00DB6518"/>
    <w:rsid w:val="00DD2FD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27</cp:revision>
  <cp:lastPrinted>2021-05-11T13:54:00Z</cp:lastPrinted>
  <dcterms:created xsi:type="dcterms:W3CDTF">2021-09-07T14:00:00Z</dcterms:created>
  <dcterms:modified xsi:type="dcterms:W3CDTF">2025-06-25T12:35:00Z</dcterms:modified>
</cp:coreProperties>
</file>